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1A" w:rsidRPr="000F13EF" w:rsidRDefault="000F13EF" w:rsidP="000F13EF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0F13EF">
        <w:rPr>
          <w:b/>
          <w:sz w:val="32"/>
          <w:szCs w:val="32"/>
          <w:u w:val="single"/>
        </w:rPr>
        <w:t>Methods 2 Revision: Number</w:t>
      </w:r>
    </w:p>
    <w:p w:rsidR="000F13EF" w:rsidRDefault="000F13EF"/>
    <w:p w:rsidR="000F13EF" w:rsidRPr="000F13EF" w:rsidRDefault="000F13EF">
      <w:pPr>
        <w:rPr>
          <w:i/>
        </w:rPr>
      </w:pPr>
      <w:r w:rsidRPr="000F13EF">
        <w:rPr>
          <w:i/>
        </w:rPr>
        <w:t>There are 2 parts to each question. If you get help with the first part, try to do the second part on your own.</w:t>
      </w:r>
    </w:p>
    <w:p w:rsidR="000F13EF" w:rsidRDefault="000F13E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686"/>
        <w:gridCol w:w="724"/>
      </w:tblGrid>
      <w:tr w:rsidR="000F13EF" w:rsidTr="00EA08A4">
        <w:tc>
          <w:tcPr>
            <w:tcW w:w="675" w:type="dxa"/>
          </w:tcPr>
          <w:p w:rsidR="000F13EF" w:rsidRDefault="00EC3EA0">
            <w:r>
              <w:t>1</w:t>
            </w:r>
          </w:p>
        </w:tc>
        <w:tc>
          <w:tcPr>
            <w:tcW w:w="8789" w:type="dxa"/>
            <w:gridSpan w:val="2"/>
          </w:tcPr>
          <w:p w:rsidR="000F13EF" w:rsidRPr="00EC3EA0" w:rsidRDefault="000F13EF" w:rsidP="000F13E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If you share out £240 between Alice and Bill in the ratio </w:t>
            </w:r>
            <w:proofErr w:type="gram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5 :</w:t>
            </w:r>
            <w:proofErr w:type="gram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3, how much more does Alice get compared with Bill?</w:t>
            </w:r>
          </w:p>
          <w:p w:rsidR="000F13EF" w:rsidRPr="00EC3EA0" w:rsidRDefault="000F13EF" w:rsidP="000F13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0F13EF" w:rsidRPr="00EC3EA0" w:rsidRDefault="000F13EF" w:rsidP="000F13E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If you share out £60 between Alice and Bill in the ratio </w:t>
            </w:r>
            <w:proofErr w:type="gram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2 :</w:t>
            </w:r>
            <w:proofErr w:type="gram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3, how much does each of them get?</w:t>
            </w:r>
          </w:p>
          <w:p w:rsidR="000F13EF" w:rsidRPr="00EC3EA0" w:rsidRDefault="000F13EF" w:rsidP="000F13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4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2</w:t>
            </w:r>
          </w:p>
        </w:tc>
        <w:tc>
          <w:tcPr>
            <w:tcW w:w="8789" w:type="dxa"/>
            <w:gridSpan w:val="2"/>
          </w:tcPr>
          <w:p w:rsidR="00144603" w:rsidRPr="00EC3EA0" w:rsidRDefault="00144603" w:rsidP="0014460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Change the following fractions to decimals.</w:t>
            </w:r>
          </w:p>
          <w:p w:rsidR="00144603" w:rsidRPr="00EC3EA0" w:rsidRDefault="00144603" w:rsidP="0014460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4/5  (ii) 3/8</w:t>
            </w:r>
          </w:p>
          <w:p w:rsidR="00144603" w:rsidRPr="00EC3EA0" w:rsidRDefault="00144603" w:rsidP="00144603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44603" w:rsidRPr="00EC3EA0" w:rsidRDefault="00144603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(b) Change the following fractions to decimals.</w:t>
            </w:r>
          </w:p>
          <w:p w:rsidR="00144603" w:rsidRPr="00EC3EA0" w:rsidRDefault="00144603" w:rsidP="0014460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</w:t>
            </w:r>
            <w:proofErr w:type="spell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6/10  (ii) 5/8</w:t>
            </w:r>
          </w:p>
          <w:p w:rsidR="00DE2451" w:rsidRPr="00EC3EA0" w:rsidRDefault="00DE2451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4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3</w:t>
            </w:r>
          </w:p>
        </w:tc>
        <w:tc>
          <w:tcPr>
            <w:tcW w:w="8789" w:type="dxa"/>
            <w:gridSpan w:val="2"/>
          </w:tcPr>
          <w:p w:rsidR="00DE2451" w:rsidRPr="00EC3EA0" w:rsidRDefault="00DE2451" w:rsidP="0014460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Prove that the recurring decimal </w:t>
            </w:r>
            <w:r w:rsidR="00382EB0" w:rsidRPr="00EC3EA0">
              <w:rPr>
                <w:position w:val="-24"/>
                <w:sz w:val="20"/>
                <w:szCs w:val="20"/>
              </w:rPr>
              <w:object w:dxaOrig="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1pt;height:27.15pt" o:ole="">
                  <v:imagedata r:id="rId8" o:title=""/>
                </v:shape>
                <o:OLEObject Type="Embed" ProgID="Equation.DSMT4" ShapeID="_x0000_i1025" DrawAspect="Content" ObjectID="_1431762485" r:id="rId9"/>
              </w:object>
            </w:r>
          </w:p>
          <w:p w:rsidR="00DE2451" w:rsidRPr="00EC3EA0" w:rsidRDefault="00DE2451" w:rsidP="0014460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Prove that the recurring decimal </w:t>
            </w:r>
            <w:r w:rsidR="00382EB0" w:rsidRPr="00EC3EA0">
              <w:rPr>
                <w:position w:val="-24"/>
                <w:sz w:val="20"/>
                <w:szCs w:val="20"/>
              </w:rPr>
              <w:object w:dxaOrig="960" w:dyaOrig="620">
                <v:shape id="_x0000_i1026" type="#_x0000_t75" style="width:42.1pt;height:27.15pt" o:ole="">
                  <v:imagedata r:id="rId10" o:title=""/>
                </v:shape>
                <o:OLEObject Type="Embed" ProgID="Equation.DSMT4" ShapeID="_x0000_i1026" DrawAspect="Content" ObjectID="_1431762486" r:id="rId11"/>
              </w:object>
            </w:r>
          </w:p>
          <w:p w:rsidR="000F13EF" w:rsidRPr="00EC3EA0" w:rsidRDefault="000F13EF" w:rsidP="00DE2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6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4</w:t>
            </w:r>
          </w:p>
        </w:tc>
        <w:tc>
          <w:tcPr>
            <w:tcW w:w="8789" w:type="dxa"/>
            <w:gridSpan w:val="2"/>
          </w:tcPr>
          <w:p w:rsidR="00144603" w:rsidRPr="00EC3EA0" w:rsidRDefault="00144603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</w:t>
            </w:r>
          </w:p>
          <w:p w:rsidR="00144603" w:rsidRPr="00EC3EA0" w:rsidRDefault="00144603" w:rsidP="00A947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34% of £28.76 =</w:t>
            </w:r>
          </w:p>
          <w:p w:rsidR="00144603" w:rsidRPr="00EC3EA0" w:rsidRDefault="00144603" w:rsidP="00A947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76% of 900 =</w:t>
            </w:r>
          </w:p>
          <w:p w:rsidR="00144603" w:rsidRPr="00EC3EA0" w:rsidRDefault="00144603" w:rsidP="00A947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Reduce £45.50 by 12.5%</w:t>
            </w:r>
          </w:p>
          <w:p w:rsidR="00144603" w:rsidRPr="00EC3EA0" w:rsidRDefault="00144603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(b)</w:t>
            </w:r>
          </w:p>
          <w:p w:rsidR="00144603" w:rsidRPr="00EC3EA0" w:rsidRDefault="00144603" w:rsidP="0014460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29% of £235.60 =</w:t>
            </w:r>
          </w:p>
          <w:p w:rsidR="00144603" w:rsidRPr="00EC3EA0" w:rsidRDefault="00144603" w:rsidP="0014460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43% of 2400 =</w:t>
            </w:r>
          </w:p>
          <w:p w:rsidR="000F13EF" w:rsidRPr="00EC3EA0" w:rsidRDefault="00144603" w:rsidP="0014460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c) Reduce £260 by 30%</w:t>
            </w:r>
          </w:p>
          <w:p w:rsidR="00A94720" w:rsidRPr="00EC3EA0" w:rsidRDefault="00A94720" w:rsidP="00A94720">
            <w:pPr>
              <w:pStyle w:val="ListParagraph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12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5</w:t>
            </w:r>
          </w:p>
        </w:tc>
        <w:tc>
          <w:tcPr>
            <w:tcW w:w="8789" w:type="dxa"/>
            <w:gridSpan w:val="2"/>
          </w:tcPr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Change the following to percentages. Give your answers to 1 decimal place.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</w:t>
            </w:r>
            <w:proofErr w:type="spell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17 out of 67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(ii) 134 out of 386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If Sue scores 82 marks out of a possible 120 marks, what was her score as a percentage?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(B) 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Change the following to percentages. Give your answers to 1 decimal place.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</w:t>
            </w:r>
            <w:proofErr w:type="spell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44 out of 78</w:t>
            </w:r>
          </w:p>
          <w:p w:rsidR="00A94720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(ii) 12.6 out of 59</w:t>
            </w:r>
          </w:p>
          <w:p w:rsidR="0015052B" w:rsidRPr="00EC3EA0" w:rsidRDefault="00A94720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If Sue scores 14 marks out of a possible 75 marks, what was her score as a percentage?</w:t>
            </w:r>
          </w:p>
          <w:p w:rsidR="0015052B" w:rsidRPr="00EC3EA0" w:rsidRDefault="0015052B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12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6</w:t>
            </w:r>
          </w:p>
        </w:tc>
        <w:tc>
          <w:tcPr>
            <w:tcW w:w="8789" w:type="dxa"/>
            <w:gridSpan w:val="2"/>
          </w:tcPr>
          <w:p w:rsidR="0015052B" w:rsidRPr="00EC3EA0" w:rsidRDefault="0015052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</w:t>
            </w:r>
            <w:r w:rsidR="00BE1B5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</w:t>
            </w:r>
          </w:p>
          <w:p w:rsidR="00BE1B5B" w:rsidRPr="00EC3EA0" w:rsidRDefault="00BE1B5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5052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John places £13000 in a bank which pays 4.6% compound interest per year. How much interest does he earn if he leaves the money in the bank for 3 years?</w:t>
            </w:r>
          </w:p>
          <w:p w:rsidR="00BE1B5B" w:rsidRPr="00EC3EA0" w:rsidRDefault="00BE1B5B" w:rsidP="00BE1B5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E1B5B" w:rsidRPr="00EC3EA0" w:rsidRDefault="0015052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ii</w:t>
            </w:r>
            <w:r w:rsidR="00BE1B5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Sue buys a new car for £8700. Its annual rate of depreciation is 23% per year. How much is it worth after 5 years?</w:t>
            </w:r>
          </w:p>
          <w:p w:rsidR="00BE1B5B" w:rsidRPr="00EC3EA0" w:rsidRDefault="00BE1B5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5052B" w:rsidRPr="00EC3EA0" w:rsidRDefault="0015052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(b</w:t>
            </w:r>
            <w:r w:rsidR="00BE1B5B"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)</w:t>
            </w:r>
          </w:p>
          <w:p w:rsidR="00BE1B5B" w:rsidRPr="00EC3EA0" w:rsidRDefault="00BE1B5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5052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Sarah buys a 5-year bond which pays compound interest of 5.8% per year. She buys the bond for £8000. How much can she cash the bond in for at the end of the 5 year period?</w:t>
            </w:r>
          </w:p>
          <w:p w:rsidR="00BE1B5B" w:rsidRPr="00EC3EA0" w:rsidRDefault="00BE1B5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0F13EF" w:rsidRPr="00EC3EA0" w:rsidRDefault="0015052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ii</w:t>
            </w:r>
            <w:r w:rsidR="00BE1B5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Tom buys a house for £145000. It will depreciate at the rate of 2.3% per year for the next three years.</w:t>
            </w:r>
            <w:r w:rsid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="00BE1B5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How much will it then be worth?</w:t>
            </w:r>
          </w:p>
          <w:p w:rsidR="00BE1B5B" w:rsidRDefault="00BE1B5B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EA0" w:rsidRPr="00EC3EA0" w:rsidRDefault="00EC3EA0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8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lastRenderedPageBreak/>
              <w:t>7</w:t>
            </w:r>
          </w:p>
        </w:tc>
        <w:tc>
          <w:tcPr>
            <w:tcW w:w="8789" w:type="dxa"/>
            <w:gridSpan w:val="2"/>
          </w:tcPr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</w:t>
            </w:r>
            <w:proofErr w:type="spell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In a sale, all the prices have been reduced by 15%. The sale price of a shirt is £14.45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What was the pre-sale price of the shirt?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(ii) The price of a computer is £799. This price includes VAT which is 17.5%.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What is the cost of the computer before VAT is added?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(b)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EC3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) A bank pays interest of 6.8% per year. Emma places some money in the bank and, one year later, after the interest has been paid, she has £2242.80 in her account.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How much did she put in the bank?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(ii) After a reduction of 12.5%, Sam pays £3937.50 for a car.</w:t>
            </w:r>
          </w:p>
          <w:p w:rsidR="000F13EF" w:rsidRPr="00EC3EA0" w:rsidRDefault="0015052B" w:rsidP="0015052B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How much was the car before the reduction?</w:t>
            </w:r>
          </w:p>
          <w:p w:rsidR="0015052B" w:rsidRPr="00EC3EA0" w:rsidRDefault="0015052B" w:rsidP="001505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8</w:t>
            </w:r>
          </w:p>
        </w:tc>
      </w:tr>
      <w:tr w:rsidR="000F13EF" w:rsidTr="00EA08A4">
        <w:tc>
          <w:tcPr>
            <w:tcW w:w="675" w:type="dxa"/>
          </w:tcPr>
          <w:p w:rsidR="000F13EF" w:rsidRDefault="00EC3EA0">
            <w:r>
              <w:t>8</w:t>
            </w:r>
          </w:p>
        </w:tc>
        <w:tc>
          <w:tcPr>
            <w:tcW w:w="8789" w:type="dxa"/>
            <w:gridSpan w:val="2"/>
          </w:tcPr>
          <w:p w:rsidR="0015052B" w:rsidRPr="00EC3EA0" w:rsidRDefault="0015052B" w:rsidP="0015052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In September 2007, Jim weighed 85.0kg.</w:t>
            </w:r>
          </w:p>
          <w:p w:rsidR="0015052B" w:rsidRPr="00EC3EA0" w:rsidRDefault="0015052B" w:rsidP="0015052B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In September 2008, he weighed 86.7kg.</w:t>
            </w:r>
          </w:p>
          <w:p w:rsidR="0015052B" w:rsidRPr="00EC3EA0" w:rsidRDefault="0015052B" w:rsidP="0015052B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What was his percentage increase in weight?</w:t>
            </w:r>
          </w:p>
          <w:p w:rsidR="0015052B" w:rsidRPr="00EC3EA0" w:rsidRDefault="0015052B" w:rsidP="00150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5052B" w:rsidRPr="00EC3EA0" w:rsidRDefault="0015052B" w:rsidP="0015052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price of a car decreases from £7600 to £5168</w:t>
            </w:r>
            <w:r w:rsidR="00EC3EA0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in one year.</w:t>
            </w:r>
          </w:p>
          <w:p w:rsidR="000F13EF" w:rsidRPr="00EC3EA0" w:rsidRDefault="0015052B" w:rsidP="0015052B">
            <w:pPr>
              <w:pStyle w:val="ListParagraph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What is the percentage depreciation in this year?</w:t>
            </w:r>
          </w:p>
          <w:p w:rsidR="0015052B" w:rsidRPr="00EC3EA0" w:rsidRDefault="0015052B" w:rsidP="0015052B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A08A4" w:rsidP="00EA08A4">
            <w:pPr>
              <w:jc w:val="center"/>
            </w:pPr>
            <w:r>
              <w:t>4</w:t>
            </w:r>
          </w:p>
        </w:tc>
      </w:tr>
      <w:tr w:rsidR="000F13EF" w:rsidTr="00EA08A4">
        <w:tc>
          <w:tcPr>
            <w:tcW w:w="675" w:type="dxa"/>
            <w:tcBorders>
              <w:bottom w:val="single" w:sz="4" w:space="0" w:color="auto"/>
            </w:tcBorders>
          </w:tcPr>
          <w:p w:rsidR="000F13EF" w:rsidRDefault="00EC3EA0">
            <w:r>
              <w:t>9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:rsidR="0015052B" w:rsidRPr="00EC3EA0" w:rsidRDefault="0015052B" w:rsidP="002B585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proofErr w:type="gramStart"/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q</w:t>
            </w:r>
            <w:proofErr w:type="gramEnd"/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is inversely proportional to the square of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t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15052B" w:rsidRPr="00EC3EA0" w:rsidRDefault="0015052B" w:rsidP="002B585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When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t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= 5,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q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= 9.6</w:t>
            </w:r>
          </w:p>
          <w:p w:rsidR="0015052B" w:rsidRPr="00EC3EA0" w:rsidRDefault="0015052B" w:rsidP="002B5857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Find a formula for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q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in terms of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t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15052B" w:rsidRPr="00EC3EA0" w:rsidRDefault="0015052B" w:rsidP="002B5857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Calculate the value of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q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when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t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= 8.</w:t>
            </w:r>
          </w:p>
          <w:p w:rsidR="0015052B" w:rsidRPr="00EC3EA0" w:rsidRDefault="0015052B" w:rsidP="002B5857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When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q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= 2.4, calculate the value of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t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15052B" w:rsidRPr="00EC3EA0" w:rsidRDefault="0015052B" w:rsidP="002B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15052B" w:rsidRPr="00EC3EA0" w:rsidRDefault="0015052B" w:rsidP="002B585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The distance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d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through which a body falls from rest is proportional to the square of the time taken,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t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15052B" w:rsidRPr="00EC3EA0" w:rsidRDefault="0015052B" w:rsidP="002B585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body falls 45m in 3 seconds.</w:t>
            </w:r>
          </w:p>
          <w:p w:rsidR="0015052B" w:rsidRPr="00EC3EA0" w:rsidRDefault="0015052B" w:rsidP="002B5857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Find a formula for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d 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in terms of </w:t>
            </w:r>
            <w:r w:rsidRPr="00EC3EA0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t</w: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15052B" w:rsidRPr="00EC3EA0" w:rsidRDefault="0015052B" w:rsidP="002B5857">
            <w:pPr>
              <w:pStyle w:val="ListParagraph"/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How far will the body fall in 6 seconds?</w:t>
            </w:r>
          </w:p>
          <w:p w:rsidR="000F13EF" w:rsidRDefault="00EC3EA0" w:rsidP="00EC3EA0">
            <w:pPr>
              <w:pStyle w:val="ListParagraph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iii)          </w:t>
            </w:r>
            <w:r w:rsidR="0015052B"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How long will the body take to fall 20m?</w:t>
            </w:r>
          </w:p>
          <w:p w:rsidR="00EC3EA0" w:rsidRPr="00EC3EA0" w:rsidRDefault="00EC3EA0" w:rsidP="00EC3EA0">
            <w:pPr>
              <w:pStyle w:val="ListParagraph"/>
              <w:ind w:left="18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vAlign w:val="bottom"/>
          </w:tcPr>
          <w:p w:rsidR="000F13EF" w:rsidRDefault="00EA08A4" w:rsidP="00EA08A4">
            <w:pPr>
              <w:jc w:val="center"/>
            </w:pPr>
            <w:r>
              <w:t>6</w:t>
            </w:r>
          </w:p>
        </w:tc>
      </w:tr>
      <w:tr w:rsidR="000F13EF" w:rsidTr="00EA08A4">
        <w:tc>
          <w:tcPr>
            <w:tcW w:w="675" w:type="dxa"/>
            <w:tcBorders>
              <w:bottom w:val="nil"/>
            </w:tcBorders>
          </w:tcPr>
          <w:p w:rsidR="000F13EF" w:rsidRDefault="00EC3EA0">
            <w:r>
              <w:t>10</w:t>
            </w:r>
          </w:p>
        </w:tc>
        <w:tc>
          <w:tcPr>
            <w:tcW w:w="8789" w:type="dxa"/>
            <w:gridSpan w:val="2"/>
            <w:tcBorders>
              <w:bottom w:val="nil"/>
            </w:tcBorders>
          </w:tcPr>
          <w:p w:rsidR="002B5857" w:rsidRPr="00EC3EA0" w:rsidRDefault="002B5857" w:rsidP="002B585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The maximum load a van can safely carry is 1800kg. Fred transports metal bars in the van. Each bar weighs 90kg. Fred knows that the 1800 is rounded correct to 2 significant figures and 90 </w:t>
            </w:r>
            <w:proofErr w:type="gram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is</w:t>
            </w:r>
            <w:proofErr w:type="gram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rounded correct to 1 significant figure.</w:t>
            </w:r>
          </w:p>
          <w:p w:rsidR="002B5857" w:rsidRPr="00EC3EA0" w:rsidRDefault="002B5857" w:rsidP="002B5857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Calculate the greatest number of bars that Fred can safely carry in the van. Show all workings.</w:t>
            </w:r>
          </w:p>
          <w:p w:rsidR="000F13EF" w:rsidRPr="00EC3EA0" w:rsidRDefault="000F13EF" w:rsidP="002B5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nil"/>
            </w:tcBorders>
            <w:vAlign w:val="bottom"/>
          </w:tcPr>
          <w:p w:rsidR="000F13EF" w:rsidRDefault="00EA08A4" w:rsidP="00EA08A4">
            <w:pPr>
              <w:jc w:val="center"/>
            </w:pPr>
            <w:r>
              <w:t>4</w:t>
            </w:r>
          </w:p>
        </w:tc>
      </w:tr>
      <w:tr w:rsidR="002B5857" w:rsidTr="00EA08A4">
        <w:tc>
          <w:tcPr>
            <w:tcW w:w="675" w:type="dxa"/>
            <w:tcBorders>
              <w:top w:val="nil"/>
            </w:tcBorders>
          </w:tcPr>
          <w:p w:rsidR="002B5857" w:rsidRDefault="002B5857"/>
        </w:tc>
        <w:tc>
          <w:tcPr>
            <w:tcW w:w="5103" w:type="dxa"/>
            <w:tcBorders>
              <w:top w:val="nil"/>
              <w:right w:val="nil"/>
            </w:tcBorders>
          </w:tcPr>
          <w:p w:rsidR="002B5857" w:rsidRPr="00EC3EA0" w:rsidRDefault="002B5857" w:rsidP="002B585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All measurements are rounded correct to 1 decimal place.</w:t>
            </w:r>
          </w:p>
          <w:p w:rsidR="002B5857" w:rsidRPr="00EC3EA0" w:rsidRDefault="002B5857" w:rsidP="002B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B5857" w:rsidRPr="00EC3EA0" w:rsidRDefault="002B5857" w:rsidP="002B585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Find the largest possible value of the shaded area.</w:t>
            </w:r>
          </w:p>
          <w:p w:rsidR="002B5857" w:rsidRPr="00EC3EA0" w:rsidRDefault="002B5857" w:rsidP="002B5857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(ii) Find the least possible value of the shaded area.</w:t>
            </w:r>
          </w:p>
        </w:tc>
        <w:tc>
          <w:tcPr>
            <w:tcW w:w="3686" w:type="dxa"/>
            <w:tcBorders>
              <w:top w:val="nil"/>
              <w:left w:val="nil"/>
            </w:tcBorders>
          </w:tcPr>
          <w:p w:rsidR="002B5857" w:rsidRPr="00EC3EA0" w:rsidRDefault="002B58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EA0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025411" cy="120221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1182" cy="1205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857" w:rsidRPr="00EC3EA0" w:rsidRDefault="002B5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</w:tcBorders>
            <w:vAlign w:val="bottom"/>
          </w:tcPr>
          <w:p w:rsidR="002B5857" w:rsidRDefault="00EA08A4" w:rsidP="00EA08A4">
            <w:pPr>
              <w:jc w:val="center"/>
            </w:pPr>
            <w:r>
              <w:t>4</w:t>
            </w:r>
          </w:p>
        </w:tc>
      </w:tr>
      <w:tr w:rsidR="00144603" w:rsidTr="00EA08A4">
        <w:tc>
          <w:tcPr>
            <w:tcW w:w="675" w:type="dxa"/>
          </w:tcPr>
          <w:p w:rsidR="00144603" w:rsidRDefault="00EC3EA0">
            <w:r>
              <w:t>11</w:t>
            </w:r>
          </w:p>
        </w:tc>
        <w:tc>
          <w:tcPr>
            <w:tcW w:w="8789" w:type="dxa"/>
            <w:gridSpan w:val="2"/>
          </w:tcPr>
          <w:p w:rsidR="00144603" w:rsidRPr="00EC3EA0" w:rsidRDefault="00144603" w:rsidP="00AD13F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Sara and Fred share tips from their job in the ratio </w:t>
            </w:r>
            <w:proofErr w:type="gram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2 :</w:t>
            </w:r>
            <w:proofErr w:type="gram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5. If Fred receives £35 how much does Sara get?</w:t>
            </w:r>
          </w:p>
          <w:p w:rsidR="00144603" w:rsidRPr="00EC3EA0" w:rsidRDefault="00144603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44603" w:rsidRPr="00EC3EA0" w:rsidRDefault="00144603" w:rsidP="00AD13F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Sara and Fred share tips from their job in the ratio </w:t>
            </w:r>
            <w:proofErr w:type="gramStart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3 :</w:t>
            </w:r>
            <w:proofErr w:type="gramEnd"/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4. If Sara receives £18 how much does Fred get?</w:t>
            </w:r>
          </w:p>
          <w:p w:rsidR="00144603" w:rsidRPr="00EC3EA0" w:rsidRDefault="00144603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144603" w:rsidRDefault="00EA08A4" w:rsidP="00EA08A4">
            <w:pPr>
              <w:jc w:val="center"/>
            </w:pPr>
            <w:r>
              <w:t>4</w:t>
            </w:r>
          </w:p>
        </w:tc>
      </w:tr>
      <w:tr w:rsidR="00144603" w:rsidTr="00EA08A4">
        <w:tc>
          <w:tcPr>
            <w:tcW w:w="675" w:type="dxa"/>
          </w:tcPr>
          <w:p w:rsidR="00144603" w:rsidRDefault="00EC3EA0">
            <w:r>
              <w:t>12</w:t>
            </w:r>
          </w:p>
        </w:tc>
        <w:tc>
          <w:tcPr>
            <w:tcW w:w="8789" w:type="dxa"/>
            <w:gridSpan w:val="2"/>
          </w:tcPr>
          <w:p w:rsidR="00144603" w:rsidRPr="00EC3EA0" w:rsidRDefault="00144603" w:rsidP="00AD13F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Change the recurring decimal </w:t>
            </w:r>
            <w:r w:rsidRPr="00EC3EA0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99" w:dyaOrig="320">
                <v:shape id="_x0000_i1027" type="#_x0000_t75" style="width:26.5pt;height:17pt" o:ole="">
                  <v:imagedata r:id="rId13" o:title=""/>
                </v:shape>
                <o:OLEObject Type="Embed" ProgID="Equation.DSMT4" ShapeID="_x0000_i1027" DrawAspect="Content" ObjectID="_1431762487" r:id="rId14"/>
              </w:objec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into a fraction in its simplest form.</w:t>
            </w:r>
          </w:p>
          <w:p w:rsidR="00144603" w:rsidRPr="00EC3EA0" w:rsidRDefault="00144603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144603" w:rsidRPr="00EC3EA0" w:rsidRDefault="00144603" w:rsidP="00AD13F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Change the recurring decimal </w:t>
            </w:r>
            <w:r w:rsidRPr="00EC3EA0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80" w:dyaOrig="320">
                <v:shape id="_x0000_i1028" type="#_x0000_t75" style="width:23.1pt;height:16.3pt" o:ole="">
                  <v:imagedata r:id="rId15" o:title=""/>
                </v:shape>
                <o:OLEObject Type="Embed" ProgID="Equation.DSMT4" ShapeID="_x0000_i1028" DrawAspect="Content" ObjectID="_1431762488" r:id="rId16"/>
              </w:object>
            </w:r>
            <w:r w:rsidRPr="00EC3EA0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into a fraction in its simplest form.</w:t>
            </w:r>
          </w:p>
          <w:p w:rsidR="00144603" w:rsidRPr="00EC3EA0" w:rsidRDefault="00144603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144603" w:rsidRDefault="00EA08A4" w:rsidP="00EA08A4">
            <w:pPr>
              <w:jc w:val="center"/>
            </w:pPr>
            <w:r>
              <w:t>6</w:t>
            </w:r>
          </w:p>
        </w:tc>
      </w:tr>
    </w:tbl>
    <w:p w:rsidR="000F13EF" w:rsidRDefault="000F13EF" w:rsidP="00EC3EA0"/>
    <w:sectPr w:rsidR="000F13EF" w:rsidSect="000F13E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021" w:right="1134" w:bottom="102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21" w:rsidRDefault="000D2621" w:rsidP="00AB0860">
      <w:r>
        <w:separator/>
      </w:r>
    </w:p>
  </w:endnote>
  <w:endnote w:type="continuationSeparator" w:id="0">
    <w:p w:rsidR="000D2621" w:rsidRDefault="000D2621" w:rsidP="00AB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54" w:rsidRDefault="004266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860" w:rsidRPr="00382EB0" w:rsidRDefault="00382EB0" w:rsidP="00382EB0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Style w:val="body"/>
        <w:rFonts w:ascii="Times New Roman" w:hAnsi="Times New Roman" w:cs="Times New Roman"/>
        <w:b/>
        <w:sz w:val="16"/>
        <w:szCs w:val="16"/>
        <w:bdr w:val="none" w:sz="0" w:space="0" w:color="auto" w:frame="1"/>
      </w:rPr>
      <w:t>“</w:t>
    </w:r>
    <w:r w:rsidRPr="00382EB0">
      <w:rPr>
        <w:rStyle w:val="body"/>
        <w:rFonts w:ascii="Times New Roman" w:hAnsi="Times New Roman" w:cs="Times New Roman"/>
        <w:b/>
        <w:sz w:val="16"/>
        <w:szCs w:val="16"/>
        <w:bdr w:val="none" w:sz="0" w:space="0" w:color="auto" w:frame="1"/>
      </w:rPr>
      <w:t>The world is so full of a number of things, I'm sure we should all be as happy as kings</w:t>
    </w:r>
    <w:r>
      <w:rPr>
        <w:rStyle w:val="body"/>
        <w:rFonts w:ascii="Times New Roman" w:hAnsi="Times New Roman" w:cs="Times New Roman"/>
        <w:b/>
        <w:sz w:val="16"/>
        <w:szCs w:val="16"/>
        <w:bdr w:val="none" w:sz="0" w:space="0" w:color="auto" w:frame="1"/>
      </w:rPr>
      <w:t>”</w:t>
    </w:r>
    <w:r w:rsidRPr="00382EB0">
      <w:rPr>
        <w:rStyle w:val="body"/>
        <w:rFonts w:ascii="Times New Roman" w:hAnsi="Times New Roman" w:cs="Times New Roman"/>
        <w:b/>
        <w:sz w:val="16"/>
        <w:szCs w:val="16"/>
        <w:bdr w:val="none" w:sz="0" w:space="0" w:color="auto" w:frame="1"/>
      </w:rPr>
      <w:t>.</w:t>
    </w:r>
    <w:r>
      <w:rPr>
        <w:rStyle w:val="body"/>
        <w:rFonts w:ascii="Times New Roman" w:hAnsi="Times New Roman" w:cs="Times New Roman"/>
        <w:b/>
        <w:sz w:val="16"/>
        <w:szCs w:val="16"/>
        <w:bdr w:val="none" w:sz="0" w:space="0" w:color="auto" w:frame="1"/>
      </w:rPr>
      <w:t xml:space="preserve"> </w:t>
    </w:r>
    <w:hyperlink r:id="rId1" w:history="1">
      <w:r w:rsidRPr="00382EB0">
        <w:rPr>
          <w:rStyle w:val="Hyperlink"/>
          <w:rFonts w:ascii="Times New Roman" w:hAnsi="Times New Roman" w:cs="Times New Roman"/>
          <w:b/>
          <w:bCs/>
          <w:color w:val="auto"/>
          <w:sz w:val="16"/>
          <w:szCs w:val="16"/>
          <w:u w:val="none"/>
          <w:bdr w:val="none" w:sz="0" w:space="0" w:color="auto" w:frame="1"/>
        </w:rPr>
        <w:t>Robert Louis Stevenson</w:t>
      </w:r>
    </w:hyperlink>
    <w:r w:rsidRPr="00382EB0">
      <w:rPr>
        <w:rFonts w:ascii="Times New Roman" w:hAnsi="Times New Roman" w:cs="Times New Roman"/>
        <w:b/>
        <w:sz w:val="16"/>
        <w:szCs w:val="16"/>
        <w:bdr w:val="none" w:sz="0" w:space="0" w:color="auto" w:frame="1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54" w:rsidRDefault="004266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21" w:rsidRDefault="000D2621" w:rsidP="00AB0860">
      <w:r>
        <w:separator/>
      </w:r>
    </w:p>
  </w:footnote>
  <w:footnote w:type="continuationSeparator" w:id="0">
    <w:p w:rsidR="000D2621" w:rsidRDefault="000D2621" w:rsidP="00AB0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54" w:rsidRDefault="004266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860" w:rsidRPr="00426654" w:rsidRDefault="00AB0860" w:rsidP="00426654">
    <w:pPr>
      <w:pStyle w:val="Header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54" w:rsidRDefault="004266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198"/>
    <w:multiLevelType w:val="hybridMultilevel"/>
    <w:tmpl w:val="AC26AB8E"/>
    <w:lvl w:ilvl="0" w:tplc="9BC8CD14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45425D"/>
    <w:multiLevelType w:val="hybridMultilevel"/>
    <w:tmpl w:val="45BA539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2411D"/>
    <w:multiLevelType w:val="hybridMultilevel"/>
    <w:tmpl w:val="5B06873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9F385C"/>
    <w:multiLevelType w:val="multilevel"/>
    <w:tmpl w:val="70F0424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90E77"/>
    <w:multiLevelType w:val="hybridMultilevel"/>
    <w:tmpl w:val="268E967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373BEB"/>
    <w:multiLevelType w:val="hybridMultilevel"/>
    <w:tmpl w:val="52B0C28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55C27BB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87886"/>
    <w:multiLevelType w:val="hybridMultilevel"/>
    <w:tmpl w:val="D898CD28"/>
    <w:lvl w:ilvl="0" w:tplc="0FD0E2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77EA3"/>
    <w:multiLevelType w:val="hybridMultilevel"/>
    <w:tmpl w:val="1BA0376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E27B2"/>
    <w:multiLevelType w:val="hybridMultilevel"/>
    <w:tmpl w:val="67C8E7CC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BC2AA7"/>
    <w:multiLevelType w:val="hybridMultilevel"/>
    <w:tmpl w:val="F9FAA94E"/>
    <w:lvl w:ilvl="0" w:tplc="1D022D6A">
      <w:start w:val="9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A438E3"/>
    <w:multiLevelType w:val="hybridMultilevel"/>
    <w:tmpl w:val="35B4C7F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18D6"/>
    <w:multiLevelType w:val="hybridMultilevel"/>
    <w:tmpl w:val="21E0E8F6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E068A0"/>
    <w:multiLevelType w:val="hybridMultilevel"/>
    <w:tmpl w:val="B544625A"/>
    <w:lvl w:ilvl="0" w:tplc="362C8C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93DEE"/>
    <w:multiLevelType w:val="hybridMultilevel"/>
    <w:tmpl w:val="7C7062E4"/>
    <w:lvl w:ilvl="0" w:tplc="06183C44">
      <w:start w:val="1"/>
      <w:numFmt w:val="upperLetter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0110E"/>
    <w:multiLevelType w:val="hybridMultilevel"/>
    <w:tmpl w:val="E3D2895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004301"/>
    <w:multiLevelType w:val="hybridMultilevel"/>
    <w:tmpl w:val="8BA48400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1FCF6B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86717"/>
    <w:multiLevelType w:val="hybridMultilevel"/>
    <w:tmpl w:val="1318E722"/>
    <w:lvl w:ilvl="0" w:tplc="616E5742">
      <w:start w:val="9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8B0BC2"/>
    <w:multiLevelType w:val="hybridMultilevel"/>
    <w:tmpl w:val="F11693DA"/>
    <w:lvl w:ilvl="0" w:tplc="8D0476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27E70"/>
    <w:multiLevelType w:val="hybridMultilevel"/>
    <w:tmpl w:val="8EAE2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20C39"/>
    <w:multiLevelType w:val="hybridMultilevel"/>
    <w:tmpl w:val="A582E68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E3B4E"/>
    <w:multiLevelType w:val="hybridMultilevel"/>
    <w:tmpl w:val="8BDAA26E"/>
    <w:lvl w:ilvl="0" w:tplc="F954D328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6064A3"/>
    <w:multiLevelType w:val="hybridMultilevel"/>
    <w:tmpl w:val="6B4A7F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60D20"/>
    <w:multiLevelType w:val="hybridMultilevel"/>
    <w:tmpl w:val="5D2CF8F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EF6267"/>
    <w:multiLevelType w:val="hybridMultilevel"/>
    <w:tmpl w:val="7C02C6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E468B"/>
    <w:multiLevelType w:val="hybridMultilevel"/>
    <w:tmpl w:val="26F02830"/>
    <w:lvl w:ilvl="0" w:tplc="616E5742">
      <w:start w:val="9"/>
      <w:numFmt w:val="lowerLetter"/>
      <w:lvlText w:val="(%1)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EAB4D14"/>
    <w:multiLevelType w:val="hybridMultilevel"/>
    <w:tmpl w:val="6A4EAF5C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5"/>
  </w:num>
  <w:num w:numId="4">
    <w:abstractNumId w:val="19"/>
  </w:num>
  <w:num w:numId="5">
    <w:abstractNumId w:val="1"/>
  </w:num>
  <w:num w:numId="6">
    <w:abstractNumId w:val="18"/>
  </w:num>
  <w:num w:numId="7">
    <w:abstractNumId w:val="16"/>
  </w:num>
  <w:num w:numId="8">
    <w:abstractNumId w:val="8"/>
  </w:num>
  <w:num w:numId="9">
    <w:abstractNumId w:val="11"/>
  </w:num>
  <w:num w:numId="10">
    <w:abstractNumId w:val="4"/>
  </w:num>
  <w:num w:numId="11">
    <w:abstractNumId w:val="21"/>
  </w:num>
  <w:num w:numId="12">
    <w:abstractNumId w:val="14"/>
  </w:num>
  <w:num w:numId="13">
    <w:abstractNumId w:val="23"/>
  </w:num>
  <w:num w:numId="14">
    <w:abstractNumId w:val="9"/>
  </w:num>
  <w:num w:numId="15">
    <w:abstractNumId w:val="24"/>
  </w:num>
  <w:num w:numId="16">
    <w:abstractNumId w:val="0"/>
  </w:num>
  <w:num w:numId="17">
    <w:abstractNumId w:val="2"/>
  </w:num>
  <w:num w:numId="18">
    <w:abstractNumId w:val="13"/>
  </w:num>
  <w:num w:numId="19">
    <w:abstractNumId w:val="12"/>
  </w:num>
  <w:num w:numId="20">
    <w:abstractNumId w:val="17"/>
  </w:num>
  <w:num w:numId="21">
    <w:abstractNumId w:val="10"/>
  </w:num>
  <w:num w:numId="22">
    <w:abstractNumId w:val="15"/>
  </w:num>
  <w:num w:numId="23">
    <w:abstractNumId w:val="6"/>
  </w:num>
  <w:num w:numId="24">
    <w:abstractNumId w:val="5"/>
  </w:num>
  <w:num w:numId="25">
    <w:abstractNumId w:val="2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EF"/>
    <w:rsid w:val="000D2621"/>
    <w:rsid w:val="000F13EF"/>
    <w:rsid w:val="00144603"/>
    <w:rsid w:val="0015052B"/>
    <w:rsid w:val="00294A4C"/>
    <w:rsid w:val="002B5857"/>
    <w:rsid w:val="002F55E6"/>
    <w:rsid w:val="003775B5"/>
    <w:rsid w:val="00382EB0"/>
    <w:rsid w:val="004264C4"/>
    <w:rsid w:val="00426654"/>
    <w:rsid w:val="00431502"/>
    <w:rsid w:val="00432DA8"/>
    <w:rsid w:val="00754CB5"/>
    <w:rsid w:val="007F7560"/>
    <w:rsid w:val="00816B89"/>
    <w:rsid w:val="00A94720"/>
    <w:rsid w:val="00AB0860"/>
    <w:rsid w:val="00AF70C6"/>
    <w:rsid w:val="00B01254"/>
    <w:rsid w:val="00B178E8"/>
    <w:rsid w:val="00BE1B5B"/>
    <w:rsid w:val="00CD6D81"/>
    <w:rsid w:val="00D54472"/>
    <w:rsid w:val="00DE2451"/>
    <w:rsid w:val="00E50BBE"/>
    <w:rsid w:val="00EA08A4"/>
    <w:rsid w:val="00E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860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860"/>
    <w:rPr>
      <w:lang w:val="en-GB"/>
    </w:rPr>
  </w:style>
  <w:style w:type="character" w:customStyle="1" w:styleId="apple-style-span">
    <w:name w:val="apple-style-span"/>
    <w:basedOn w:val="DefaultParagraphFont"/>
    <w:rsid w:val="00AB0860"/>
  </w:style>
  <w:style w:type="character" w:customStyle="1" w:styleId="body">
    <w:name w:val="body"/>
    <w:basedOn w:val="DefaultParagraphFont"/>
    <w:rsid w:val="00AB0860"/>
  </w:style>
  <w:style w:type="character" w:customStyle="1" w:styleId="bodybold">
    <w:name w:val="bodybold"/>
    <w:basedOn w:val="DefaultParagraphFont"/>
    <w:rsid w:val="00AB0860"/>
  </w:style>
  <w:style w:type="character" w:styleId="Hyperlink">
    <w:name w:val="Hyperlink"/>
    <w:basedOn w:val="DefaultParagraphFont"/>
    <w:uiPriority w:val="99"/>
    <w:semiHidden/>
    <w:unhideWhenUsed/>
    <w:rsid w:val="00AB08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860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860"/>
    <w:rPr>
      <w:lang w:val="en-GB"/>
    </w:rPr>
  </w:style>
  <w:style w:type="character" w:customStyle="1" w:styleId="apple-style-span">
    <w:name w:val="apple-style-span"/>
    <w:basedOn w:val="DefaultParagraphFont"/>
    <w:rsid w:val="00AB0860"/>
  </w:style>
  <w:style w:type="character" w:customStyle="1" w:styleId="body">
    <w:name w:val="body"/>
    <w:basedOn w:val="DefaultParagraphFont"/>
    <w:rsid w:val="00AB0860"/>
  </w:style>
  <w:style w:type="character" w:customStyle="1" w:styleId="bodybold">
    <w:name w:val="bodybold"/>
    <w:basedOn w:val="DefaultParagraphFont"/>
    <w:rsid w:val="00AB0860"/>
  </w:style>
  <w:style w:type="character" w:styleId="Hyperlink">
    <w:name w:val="Hyperlink"/>
    <w:basedOn w:val="DefaultParagraphFont"/>
    <w:uiPriority w:val="99"/>
    <w:semiHidden/>
    <w:unhideWhenUsed/>
    <w:rsid w:val="00AB0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inyquote.com/quotes/quotes/r/robertloui20500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EE14E3EF.dotm</Template>
  <TotalTime>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FILE</cp:lastModifiedBy>
  <cp:revision>2</cp:revision>
  <dcterms:created xsi:type="dcterms:W3CDTF">2013-06-03T10:01:00Z</dcterms:created>
  <dcterms:modified xsi:type="dcterms:W3CDTF">2013-06-03T10:01:00Z</dcterms:modified>
</cp:coreProperties>
</file>